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B57D5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57D5E">
        <w:rPr>
          <w:rFonts w:ascii="Corbel" w:hAnsi="Corbel"/>
          <w:b/>
          <w:bCs/>
        </w:rPr>
        <w:t xml:space="preserve">   </w:t>
      </w:r>
      <w:r w:rsidR="00CD6897" w:rsidRPr="00B57D5E">
        <w:rPr>
          <w:rFonts w:ascii="Corbel" w:hAnsi="Corbel"/>
          <w:b/>
          <w:bCs/>
        </w:rPr>
        <w:tab/>
      </w:r>
      <w:r w:rsidR="00CD6897" w:rsidRPr="00B57D5E">
        <w:rPr>
          <w:rFonts w:ascii="Corbel" w:hAnsi="Corbel"/>
          <w:b/>
          <w:bCs/>
        </w:rPr>
        <w:tab/>
      </w:r>
      <w:r w:rsidR="00CD6897" w:rsidRPr="00B57D5E">
        <w:rPr>
          <w:rFonts w:ascii="Corbel" w:hAnsi="Corbel"/>
          <w:b/>
          <w:bCs/>
        </w:rPr>
        <w:tab/>
      </w:r>
      <w:r w:rsidR="00CD6897" w:rsidRPr="00B57D5E">
        <w:rPr>
          <w:rFonts w:ascii="Corbel" w:hAnsi="Corbel"/>
          <w:b/>
          <w:bCs/>
        </w:rPr>
        <w:tab/>
      </w:r>
      <w:r w:rsidR="00CD6897" w:rsidRPr="00B57D5E">
        <w:rPr>
          <w:rFonts w:ascii="Corbel" w:hAnsi="Corbel"/>
          <w:b/>
          <w:bCs/>
        </w:rPr>
        <w:tab/>
      </w:r>
      <w:r w:rsidR="00CD6897" w:rsidRPr="00B57D5E">
        <w:rPr>
          <w:rFonts w:ascii="Corbel" w:hAnsi="Corbel"/>
          <w:b/>
          <w:bCs/>
        </w:rPr>
        <w:tab/>
      </w:r>
      <w:r w:rsidR="00D8678B" w:rsidRPr="00B57D5E">
        <w:rPr>
          <w:rFonts w:ascii="Corbel" w:hAnsi="Corbel"/>
          <w:bCs/>
          <w:i/>
        </w:rPr>
        <w:t xml:space="preserve">Załącznik nr </w:t>
      </w:r>
      <w:r w:rsidR="006F31E2" w:rsidRPr="00B57D5E">
        <w:rPr>
          <w:rFonts w:ascii="Corbel" w:hAnsi="Corbel"/>
          <w:bCs/>
          <w:i/>
        </w:rPr>
        <w:t>1.5</w:t>
      </w:r>
      <w:r w:rsidR="00D8678B" w:rsidRPr="00B57D5E">
        <w:rPr>
          <w:rFonts w:ascii="Corbel" w:hAnsi="Corbel"/>
          <w:bCs/>
          <w:i/>
        </w:rPr>
        <w:t xml:space="preserve"> do Zarządzenia</w:t>
      </w:r>
      <w:r w:rsidR="002A22BF" w:rsidRPr="00B57D5E">
        <w:rPr>
          <w:rFonts w:ascii="Corbel" w:hAnsi="Corbel"/>
          <w:bCs/>
          <w:i/>
        </w:rPr>
        <w:t xml:space="preserve"> Rektora UR </w:t>
      </w:r>
      <w:r w:rsidR="00CD6897" w:rsidRPr="00B57D5E">
        <w:rPr>
          <w:rFonts w:ascii="Corbel" w:hAnsi="Corbel"/>
          <w:bCs/>
          <w:i/>
        </w:rPr>
        <w:t xml:space="preserve"> nr </w:t>
      </w:r>
      <w:r w:rsidR="00F17567" w:rsidRPr="00B57D5E">
        <w:rPr>
          <w:rFonts w:ascii="Corbel" w:hAnsi="Corbel"/>
          <w:bCs/>
          <w:i/>
        </w:rPr>
        <w:t>12/2019</w:t>
      </w:r>
    </w:p>
    <w:p w:rsidR="0085747A" w:rsidRPr="00B57D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7D5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7D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7D5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57D5E">
        <w:rPr>
          <w:rFonts w:ascii="Corbel" w:hAnsi="Corbel"/>
          <w:b/>
          <w:smallCaps/>
          <w:sz w:val="24"/>
          <w:szCs w:val="24"/>
        </w:rPr>
        <w:t xml:space="preserve"> </w:t>
      </w:r>
      <w:r w:rsidR="002C03B6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Pr="00B57D5E" w:rsidRDefault="00EA4832" w:rsidP="004C6F6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57D5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C6F68">
        <w:rPr>
          <w:rFonts w:ascii="Corbel" w:hAnsi="Corbel"/>
          <w:i/>
          <w:sz w:val="24"/>
          <w:szCs w:val="24"/>
        </w:rPr>
        <w:t xml:space="preserve">   </w:t>
      </w:r>
      <w:r w:rsidR="002C03B6">
        <w:rPr>
          <w:rFonts w:ascii="Corbel" w:hAnsi="Corbel"/>
          <w:i/>
          <w:sz w:val="24"/>
          <w:szCs w:val="24"/>
        </w:rPr>
        <w:tab/>
      </w:r>
      <w:r w:rsidR="0085747A" w:rsidRPr="00B57D5E">
        <w:rPr>
          <w:rFonts w:ascii="Corbel" w:hAnsi="Corbel"/>
          <w:i/>
          <w:sz w:val="20"/>
          <w:szCs w:val="20"/>
        </w:rPr>
        <w:t>(skrajne daty</w:t>
      </w:r>
      <w:r w:rsidR="0085747A" w:rsidRPr="00B57D5E">
        <w:rPr>
          <w:rFonts w:ascii="Corbel" w:hAnsi="Corbel"/>
          <w:sz w:val="20"/>
          <w:szCs w:val="20"/>
        </w:rPr>
        <w:t>)</w:t>
      </w:r>
    </w:p>
    <w:p w:rsidR="00445970" w:rsidRPr="00B57D5E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57D5E">
        <w:rPr>
          <w:rFonts w:ascii="Corbel" w:hAnsi="Corbel"/>
          <w:sz w:val="20"/>
          <w:szCs w:val="20"/>
        </w:rPr>
        <w:tab/>
      </w:r>
      <w:r w:rsidRPr="00B57D5E">
        <w:rPr>
          <w:rFonts w:ascii="Corbel" w:hAnsi="Corbel"/>
          <w:sz w:val="20"/>
          <w:szCs w:val="20"/>
        </w:rPr>
        <w:tab/>
      </w:r>
      <w:r w:rsidRPr="00B57D5E">
        <w:rPr>
          <w:rFonts w:ascii="Corbel" w:hAnsi="Corbel"/>
          <w:sz w:val="20"/>
          <w:szCs w:val="20"/>
        </w:rPr>
        <w:tab/>
      </w:r>
      <w:r w:rsidRPr="00B57D5E">
        <w:rPr>
          <w:rFonts w:ascii="Corbel" w:hAnsi="Corbel"/>
          <w:sz w:val="20"/>
          <w:szCs w:val="20"/>
        </w:rPr>
        <w:tab/>
      </w:r>
      <w:r w:rsidR="002C03B6">
        <w:rPr>
          <w:rFonts w:ascii="Corbel" w:hAnsi="Corbel"/>
          <w:sz w:val="20"/>
          <w:szCs w:val="20"/>
        </w:rPr>
        <w:tab/>
      </w:r>
      <w:r w:rsidRPr="00B57D5E">
        <w:rPr>
          <w:rFonts w:ascii="Corbel" w:hAnsi="Corbel"/>
          <w:sz w:val="20"/>
          <w:szCs w:val="20"/>
        </w:rPr>
        <w:t xml:space="preserve">Rok akademicki </w:t>
      </w:r>
      <w:r w:rsidR="002C03B6" w:rsidRPr="002C03B6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5747A" w:rsidRPr="00B57D5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57D5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57D5E">
        <w:rPr>
          <w:rFonts w:ascii="Corbel" w:hAnsi="Corbel"/>
          <w:szCs w:val="24"/>
        </w:rPr>
        <w:t xml:space="preserve">1. </w:t>
      </w:r>
      <w:r w:rsidR="0085747A" w:rsidRPr="00B57D5E">
        <w:rPr>
          <w:rFonts w:ascii="Corbel" w:hAnsi="Corbel"/>
          <w:szCs w:val="24"/>
        </w:rPr>
        <w:t xml:space="preserve">Podstawowe </w:t>
      </w:r>
      <w:r w:rsidR="00445970" w:rsidRPr="00B57D5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57D5E" w:rsidTr="00B819C8">
        <w:tc>
          <w:tcPr>
            <w:tcW w:w="2694" w:type="dxa"/>
            <w:vAlign w:val="center"/>
          </w:tcPr>
          <w:p w:rsidR="0085747A" w:rsidRPr="00B5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7586A" w:rsidRDefault="004145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586A">
              <w:rPr>
                <w:rFonts w:ascii="Corbel" w:hAnsi="Corbel"/>
                <w:sz w:val="24"/>
                <w:szCs w:val="24"/>
              </w:rPr>
              <w:t>Nauka administracji</w:t>
            </w:r>
          </w:p>
        </w:tc>
      </w:tr>
      <w:tr w:rsidR="0085747A" w:rsidRPr="00B57D5E" w:rsidTr="00B819C8">
        <w:tc>
          <w:tcPr>
            <w:tcW w:w="2694" w:type="dxa"/>
            <w:vAlign w:val="center"/>
          </w:tcPr>
          <w:p w:rsidR="0085747A" w:rsidRPr="00B57D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57D5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57D5E" w:rsidRDefault="004145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PRA05</w:t>
            </w:r>
          </w:p>
        </w:tc>
      </w:tr>
      <w:tr w:rsidR="0085747A" w:rsidRPr="00B57D5E" w:rsidTr="00B819C8">
        <w:tc>
          <w:tcPr>
            <w:tcW w:w="2694" w:type="dxa"/>
            <w:vAlign w:val="center"/>
          </w:tcPr>
          <w:p w:rsidR="0085747A" w:rsidRPr="00B57D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57D5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57D5E" w:rsidRDefault="00B57D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 xml:space="preserve">I/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7586A" w:rsidRPr="00B57D5E" w:rsidRDefault="0047586A" w:rsidP="004758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47586A" w:rsidRPr="00B57D5E" w:rsidTr="00B819C8">
        <w:tc>
          <w:tcPr>
            <w:tcW w:w="2694" w:type="dxa"/>
            <w:vAlign w:val="center"/>
          </w:tcPr>
          <w:p w:rsidR="0047586A" w:rsidRPr="00B57D5E" w:rsidRDefault="0047586A" w:rsidP="004758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7586A" w:rsidRDefault="0047586A" w:rsidP="004758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Agata Barczewska-Dziobek,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:rsidR="0047586A" w:rsidRPr="00B57D5E" w:rsidRDefault="0047586A" w:rsidP="004758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Izabela Bentkowska-Furman,</w:t>
            </w:r>
          </w:p>
        </w:tc>
      </w:tr>
    </w:tbl>
    <w:p w:rsidR="0085747A" w:rsidRPr="00B57D5E" w:rsidRDefault="0085747A" w:rsidP="0047586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B57D5E">
        <w:rPr>
          <w:rFonts w:ascii="Corbel" w:hAnsi="Corbel"/>
          <w:sz w:val="24"/>
          <w:szCs w:val="24"/>
        </w:rPr>
        <w:t xml:space="preserve">* </w:t>
      </w:r>
      <w:r w:rsidRPr="00B57D5E">
        <w:rPr>
          <w:rFonts w:ascii="Corbel" w:hAnsi="Corbel"/>
          <w:i/>
          <w:sz w:val="24"/>
          <w:szCs w:val="24"/>
        </w:rPr>
        <w:t>-</w:t>
      </w:r>
      <w:r w:rsidR="00B90885" w:rsidRPr="00B57D5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57D5E">
        <w:rPr>
          <w:rFonts w:ascii="Corbel" w:hAnsi="Corbel"/>
          <w:b w:val="0"/>
          <w:sz w:val="24"/>
          <w:szCs w:val="24"/>
        </w:rPr>
        <w:t>e,</w:t>
      </w:r>
      <w:r w:rsidRPr="00B57D5E">
        <w:rPr>
          <w:rFonts w:ascii="Corbel" w:hAnsi="Corbel"/>
          <w:i/>
          <w:sz w:val="24"/>
          <w:szCs w:val="24"/>
        </w:rPr>
        <w:t xml:space="preserve"> </w:t>
      </w:r>
      <w:r w:rsidRPr="00B57D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57D5E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B57D5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57D5E">
        <w:rPr>
          <w:rFonts w:ascii="Corbel" w:hAnsi="Corbel"/>
          <w:sz w:val="24"/>
          <w:szCs w:val="24"/>
        </w:rPr>
        <w:t>1.</w:t>
      </w:r>
      <w:r w:rsidR="00E22FBC" w:rsidRPr="00B57D5E">
        <w:rPr>
          <w:rFonts w:ascii="Corbel" w:hAnsi="Corbel"/>
          <w:sz w:val="24"/>
          <w:szCs w:val="24"/>
        </w:rPr>
        <w:t>1</w:t>
      </w:r>
      <w:r w:rsidRPr="00B57D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57D5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57D5E" w:rsidTr="004758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Semestr</w:t>
            </w:r>
          </w:p>
          <w:p w:rsidR="00015B8F" w:rsidRPr="00B57D5E" w:rsidRDefault="002B5EA0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(</w:t>
            </w:r>
            <w:r w:rsidR="00363F78" w:rsidRPr="00B57D5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7D5E">
              <w:rPr>
                <w:rFonts w:ascii="Corbel" w:hAnsi="Corbel"/>
                <w:szCs w:val="24"/>
              </w:rPr>
              <w:t>Wykł</w:t>
            </w:r>
            <w:proofErr w:type="spellEnd"/>
            <w:r w:rsidRPr="00B57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7D5E">
              <w:rPr>
                <w:rFonts w:ascii="Corbel" w:hAnsi="Corbel"/>
                <w:szCs w:val="24"/>
              </w:rPr>
              <w:t>Konw</w:t>
            </w:r>
            <w:proofErr w:type="spellEnd"/>
            <w:r w:rsidRPr="00B57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7D5E">
              <w:rPr>
                <w:rFonts w:ascii="Corbel" w:hAnsi="Corbel"/>
                <w:szCs w:val="24"/>
              </w:rPr>
              <w:t>Sem</w:t>
            </w:r>
            <w:proofErr w:type="spellEnd"/>
            <w:r w:rsidRPr="00B57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57D5E">
              <w:rPr>
                <w:rFonts w:ascii="Corbel" w:hAnsi="Corbel"/>
                <w:szCs w:val="24"/>
              </w:rPr>
              <w:t>Prakt</w:t>
            </w:r>
            <w:proofErr w:type="spellEnd"/>
            <w:r w:rsidRPr="00B57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57D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57D5E" w:rsidRDefault="00015B8F" w:rsidP="0047586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7D5E">
              <w:rPr>
                <w:rFonts w:ascii="Corbel" w:hAnsi="Corbel"/>
                <w:b/>
                <w:szCs w:val="24"/>
              </w:rPr>
              <w:t>Liczba pkt</w:t>
            </w:r>
            <w:r w:rsidR="00B90885" w:rsidRPr="00B57D5E">
              <w:rPr>
                <w:rFonts w:ascii="Corbel" w:hAnsi="Corbel"/>
                <w:b/>
                <w:szCs w:val="24"/>
              </w:rPr>
              <w:t>.</w:t>
            </w:r>
            <w:r w:rsidRPr="00B57D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57D5E" w:rsidTr="004758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414592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414592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414592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015B8F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57D5E" w:rsidRDefault="00414592" w:rsidP="0047586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57D5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57D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>1.</w:t>
      </w:r>
      <w:r w:rsidR="00E22FBC" w:rsidRPr="00B57D5E">
        <w:rPr>
          <w:rFonts w:ascii="Corbel" w:hAnsi="Corbel"/>
          <w:smallCaps w:val="0"/>
          <w:szCs w:val="24"/>
        </w:rPr>
        <w:t>2</w:t>
      </w:r>
      <w:r w:rsidR="00F83B28" w:rsidRPr="00B57D5E">
        <w:rPr>
          <w:rFonts w:ascii="Corbel" w:hAnsi="Corbel"/>
          <w:smallCaps w:val="0"/>
          <w:szCs w:val="24"/>
        </w:rPr>
        <w:t>.</w:t>
      </w:r>
      <w:r w:rsidR="00F83B28" w:rsidRPr="00B57D5E">
        <w:rPr>
          <w:rFonts w:ascii="Corbel" w:hAnsi="Corbel"/>
          <w:smallCaps w:val="0"/>
          <w:szCs w:val="24"/>
        </w:rPr>
        <w:tab/>
      </w:r>
      <w:r w:rsidRPr="00B57D5E">
        <w:rPr>
          <w:rFonts w:ascii="Corbel" w:hAnsi="Corbel"/>
          <w:smallCaps w:val="0"/>
          <w:szCs w:val="24"/>
        </w:rPr>
        <w:t xml:space="preserve">Sposób realizacji zajęć  </w:t>
      </w:r>
    </w:p>
    <w:p w:rsidR="0047586A" w:rsidRDefault="0047586A" w:rsidP="00F83B2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:rsidR="0085747A" w:rsidRPr="00B57D5E" w:rsidRDefault="00E13D3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>x</w:t>
      </w:r>
      <w:r w:rsidR="0085747A" w:rsidRPr="00B57D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57D5E" w:rsidRDefault="007347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B57D5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57D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 xml:space="preserve">1.3 </w:t>
      </w:r>
      <w:r w:rsidR="00F83B28" w:rsidRPr="00B57D5E">
        <w:rPr>
          <w:rFonts w:ascii="Corbel" w:hAnsi="Corbel"/>
          <w:smallCaps w:val="0"/>
          <w:szCs w:val="24"/>
        </w:rPr>
        <w:tab/>
      </w:r>
      <w:r w:rsidRPr="00B57D5E">
        <w:rPr>
          <w:rFonts w:ascii="Corbel" w:hAnsi="Corbel"/>
          <w:smallCaps w:val="0"/>
          <w:szCs w:val="24"/>
        </w:rPr>
        <w:t>For</w:t>
      </w:r>
      <w:r w:rsidR="00445970" w:rsidRPr="00B57D5E">
        <w:rPr>
          <w:rFonts w:ascii="Corbel" w:hAnsi="Corbel"/>
          <w:smallCaps w:val="0"/>
          <w:szCs w:val="24"/>
        </w:rPr>
        <w:t xml:space="preserve">ma zaliczenia przedmiotu </w:t>
      </w:r>
      <w:r w:rsidRPr="00B57D5E">
        <w:rPr>
          <w:rFonts w:ascii="Corbel" w:hAnsi="Corbel"/>
          <w:smallCaps w:val="0"/>
          <w:szCs w:val="24"/>
        </w:rPr>
        <w:t xml:space="preserve"> (z toku) </w:t>
      </w:r>
      <w:r w:rsidRPr="00B57D5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7586A" w:rsidRDefault="0047586A" w:rsidP="008801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801CE" w:rsidRPr="00B57D5E" w:rsidRDefault="008801CE" w:rsidP="008801C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57D5E">
        <w:rPr>
          <w:rFonts w:ascii="Corbel" w:hAnsi="Corbel"/>
          <w:b w:val="0"/>
          <w:szCs w:val="24"/>
        </w:rPr>
        <w:t xml:space="preserve">Wykład - egzamin </w:t>
      </w:r>
    </w:p>
    <w:p w:rsidR="008801CE" w:rsidRPr="00B57D5E" w:rsidRDefault="008801CE" w:rsidP="008801C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57D5E">
        <w:rPr>
          <w:rFonts w:ascii="Corbel" w:hAnsi="Corbel"/>
          <w:b w:val="0"/>
          <w:szCs w:val="24"/>
        </w:rPr>
        <w:t>Ćwiczenia –zaliczenie z oceną</w:t>
      </w:r>
    </w:p>
    <w:p w:rsidR="00E960BB" w:rsidRPr="00B57D5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7D5E">
        <w:rPr>
          <w:rFonts w:ascii="Corbel" w:hAnsi="Corbel"/>
          <w:szCs w:val="24"/>
        </w:rPr>
        <w:t xml:space="preserve">2.Wymagania wstępne </w:t>
      </w:r>
    </w:p>
    <w:p w:rsidR="0047586A" w:rsidRPr="00B57D5E" w:rsidRDefault="0047586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7D5E" w:rsidTr="00745302">
        <w:tc>
          <w:tcPr>
            <w:tcW w:w="9670" w:type="dxa"/>
          </w:tcPr>
          <w:p w:rsidR="0085747A" w:rsidRPr="00B57D5E" w:rsidRDefault="004758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8801CE" w:rsidRPr="00B57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153C41" w:rsidRPr="00B57D5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7586A" w:rsidRDefault="0047586A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5747A" w:rsidRPr="00B57D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57D5E">
        <w:rPr>
          <w:rFonts w:ascii="Corbel" w:hAnsi="Corbel"/>
          <w:szCs w:val="24"/>
        </w:rPr>
        <w:lastRenderedPageBreak/>
        <w:t>3.</w:t>
      </w:r>
      <w:r w:rsidR="0085747A" w:rsidRPr="00B57D5E">
        <w:rPr>
          <w:rFonts w:ascii="Corbel" w:hAnsi="Corbel"/>
          <w:szCs w:val="24"/>
        </w:rPr>
        <w:t xml:space="preserve"> </w:t>
      </w:r>
      <w:r w:rsidR="00A84C85" w:rsidRPr="00B57D5E">
        <w:rPr>
          <w:rFonts w:ascii="Corbel" w:hAnsi="Corbel"/>
          <w:szCs w:val="24"/>
        </w:rPr>
        <w:t>cele, efekty uczenia się</w:t>
      </w:r>
      <w:r w:rsidR="0085747A" w:rsidRPr="00B57D5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57D5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57D5E">
        <w:rPr>
          <w:rFonts w:ascii="Corbel" w:hAnsi="Corbel"/>
          <w:sz w:val="24"/>
          <w:szCs w:val="24"/>
        </w:rPr>
        <w:t xml:space="preserve">3.1 </w:t>
      </w:r>
      <w:r w:rsidR="00C05F44" w:rsidRPr="00B57D5E">
        <w:rPr>
          <w:rFonts w:ascii="Corbel" w:hAnsi="Corbel"/>
          <w:sz w:val="24"/>
          <w:szCs w:val="24"/>
        </w:rPr>
        <w:t>Cele przedmiotu</w:t>
      </w:r>
    </w:p>
    <w:p w:rsidR="00F83B28" w:rsidRPr="00B57D5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E27EA" w:rsidRPr="00B57D5E" w:rsidTr="003E27EA">
        <w:tc>
          <w:tcPr>
            <w:tcW w:w="84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uzyskać wiedzę z zakresu kształtowania się kierunków badawczych związanych z organizacją i funkcjonowaniem aparatu administracyjnego, co pozwoli na wprowadzenie studentów w dalsze szczegółowe treści merytoryczne.</w:t>
            </w:r>
          </w:p>
        </w:tc>
      </w:tr>
      <w:tr w:rsidR="003E27EA" w:rsidRPr="00B57D5E" w:rsidTr="003E27EA">
        <w:tc>
          <w:tcPr>
            <w:tcW w:w="845" w:type="dxa"/>
            <w:vAlign w:val="center"/>
          </w:tcPr>
          <w:p w:rsidR="003E27EA" w:rsidRPr="00B57D5E" w:rsidRDefault="003E27EA" w:rsidP="003E27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 w:cs="Calibri"/>
                <w:b w:val="0"/>
                <w:i/>
                <w:szCs w:val="22"/>
              </w:rPr>
              <w:t>Student powinien zapoznać się z charakterystyką i strukturą współczesnej administracji publicznej w Polsce</w:t>
            </w:r>
          </w:p>
        </w:tc>
      </w:tr>
      <w:tr w:rsidR="003E27EA" w:rsidRPr="00B57D5E" w:rsidTr="003E27EA">
        <w:tc>
          <w:tcPr>
            <w:tcW w:w="84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</w:rPr>
              <w:t>Student powinien poznać podstawowe zagadnienia z zakresu organizacji i metod działania administracji publicznej, jej kontekstów organizacyjnych, prakseologicznych, socjologicznych i normatywnych</w:t>
            </w:r>
          </w:p>
        </w:tc>
      </w:tr>
      <w:tr w:rsidR="003E27EA" w:rsidRPr="00B57D5E" w:rsidTr="003E27EA">
        <w:tc>
          <w:tcPr>
            <w:tcW w:w="84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</w:rPr>
              <w:t>Student powinien umieć zastosować pozyskaną wiedzę w praktyce</w:t>
            </w:r>
          </w:p>
        </w:tc>
      </w:tr>
      <w:tr w:rsidR="003E27EA" w:rsidRPr="00B57D5E" w:rsidTr="003E27EA">
        <w:tc>
          <w:tcPr>
            <w:tcW w:w="84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3E27EA" w:rsidRPr="00B57D5E" w:rsidRDefault="003E27EA" w:rsidP="003E27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57D5E">
              <w:rPr>
                <w:rFonts w:ascii="Corbel" w:eastAsia="Cambria" w:hAnsi="Corbel" w:cs="Calibri"/>
                <w:b w:val="0"/>
                <w:i/>
                <w:szCs w:val="22"/>
                <w:lang w:eastAsia="en-US"/>
              </w:rPr>
              <w:t>Student powinien także znać metody badawcze stosowane w nauce administracji, aby móc posłużyć się nimi w celu opracowania prac pisemnych</w:t>
            </w:r>
          </w:p>
        </w:tc>
      </w:tr>
    </w:tbl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57D5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7D5E">
        <w:rPr>
          <w:rFonts w:ascii="Corbel" w:hAnsi="Corbel"/>
          <w:b/>
          <w:sz w:val="24"/>
          <w:szCs w:val="24"/>
        </w:rPr>
        <w:t xml:space="preserve">3.2 </w:t>
      </w:r>
      <w:r w:rsidR="001D7B54" w:rsidRPr="00B57D5E">
        <w:rPr>
          <w:rFonts w:ascii="Corbel" w:hAnsi="Corbel"/>
          <w:b/>
          <w:sz w:val="24"/>
          <w:szCs w:val="24"/>
        </w:rPr>
        <w:t xml:space="preserve">Efekty </w:t>
      </w:r>
      <w:r w:rsidR="00C05F44" w:rsidRPr="00B57D5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57D5E">
        <w:rPr>
          <w:rFonts w:ascii="Corbel" w:hAnsi="Corbel"/>
          <w:b/>
          <w:sz w:val="24"/>
          <w:szCs w:val="24"/>
        </w:rPr>
        <w:t>dla przedmiotu</w:t>
      </w:r>
      <w:r w:rsidR="00445970" w:rsidRPr="00B57D5E">
        <w:rPr>
          <w:rFonts w:ascii="Corbel" w:hAnsi="Corbel"/>
          <w:sz w:val="24"/>
          <w:szCs w:val="24"/>
        </w:rPr>
        <w:t xml:space="preserve"> </w:t>
      </w:r>
    </w:p>
    <w:p w:rsidR="001D7B54" w:rsidRPr="00B57D5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B1906" w:rsidRPr="009C54AE" w:rsidTr="0015115C">
        <w:tc>
          <w:tcPr>
            <w:tcW w:w="1701" w:type="dxa"/>
            <w:vAlign w:val="center"/>
          </w:tcPr>
          <w:p w:rsidR="00CB1906" w:rsidRPr="009C54AE" w:rsidRDefault="00CB1906" w:rsidP="001511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B1906" w:rsidRPr="009C54AE" w:rsidRDefault="00CB1906" w:rsidP="001511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B1906" w:rsidRPr="009C54AE" w:rsidRDefault="00CB1906" w:rsidP="001511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podstawową wiedzę o charakterze nauk o administracji, ich miejscu w systemie nauk społecznych i rozpoznaje relacje do innych nauk społecznych, zna zarys ewolucji podstawowych instytucji administracyjnych i prawnych, a także ma wiedzę o podglądach doktryny i orzecznictwa na temat struktur administracyjnych i prawnych oraz rodzajów więzi społecznych występujących na gruncie nauki administracji</w:t>
            </w:r>
          </w:p>
        </w:tc>
        <w:tc>
          <w:tcPr>
            <w:tcW w:w="1873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dysponuje uporządkowaną wiedzą na temat podstawowych instytucji prawnych, w tym w zakresie prawa administracyjnego, ich struktury (organów krajowych, unijnych, jak i międzynarodowych), zasad działania oraz podstawowych relacji występujących pomiędzy nimi oraz zna podstawowe systemy polityczne i partyjne </w:t>
            </w:r>
          </w:p>
        </w:tc>
        <w:tc>
          <w:tcPr>
            <w:tcW w:w="1873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B1906" w:rsidRPr="009C54AE" w:rsidRDefault="00CB1906" w:rsidP="001C4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podstawow</w:t>
            </w:r>
            <w:r w:rsidR="001C409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dyscyplin naukowych realizowanych według planu studiów administracyjnych</w:t>
            </w:r>
          </w:p>
        </w:tc>
        <w:tc>
          <w:tcPr>
            <w:tcW w:w="1873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B1906" w:rsidRDefault="00CB1906" w:rsidP="001C40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ma wiedz</w:t>
            </w:r>
            <w:r w:rsidR="001C409C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 metodach i narzędziach, w tym technikach pozyskiwania informacji o obowiązującym prawie i danych odnoszących  się do życia społeczno-gospodarczego oraz o procesach zmian struktur i instytucji administracji publicznej, instytucji Unii Europejskiej, sądownictwa krajowego i międzynarodowego, a także systemach partyjnych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charakteryzuje przyczyny, przebieg, skalę i konsekwencje tych zmian w sferze prawnej i prawno-administracyjnej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K_W04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wybrane zjawiska prawne i ekonomiczne w zakresie stosunków administracyjnych oraz odróżniać je od innych zjawisk, z zakresu poszczególnych dziadzin będących przedmiotem studiów administracyjnych</w:t>
            </w:r>
          </w:p>
        </w:tc>
        <w:tc>
          <w:tcPr>
            <w:tcW w:w="1873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prawidłowo interpretować i wyjaśniać działalność organów administracji w obszarze polityki wewnętrznej i zewnętrznej państwa w sferze prawnej, ekonomicznej, społecznej i kulturowej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właściwie analizować uzyskane informacje, dokonywać ich interpretacji, a także wyciągać wnioski praktyczne oraz formułować i uzasadniać opinie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umie oszacować i praktycznie wykorzystać czas potrzebny na realizację zleconego zadania, potrafi opracować i zrealizować harmonogram prac zapewniających dotrzymanie terminów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spójnego, logicznego, merytorycznego myślenia i wypowiedzi w mowie i piśmie na tematy dotyczące wybranych zagadnień z dziedziny administracji publicznej z wykorzystaniem wiedzy teoretyczno-praktycznej również w powiązaniu i odniesieniu do innych dyscyplin nauki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umiejętność przygotowania typowych prac pisemnych oraz ustnych wystąpień w języku polskim w zakresie dziedzin i dyscyplin naukowych wykładanych w ramach kierunku Administracja dotyczących zagadnień szczegółowych, z wykorzystaniem podstawowych ujęć teoretycznych, źródeł prawa oraz orzecznictwa sądowego i administracyjnego, a także danych statystycznych, w podstawowym zakresie co do wybranych kwestii ma umiejętność przygotowania pisemnych i ustnych wystąpień w języku obcym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przygotować prace pisemne i prezentacje multimedialne, wystąpienia ustne, także referaty, odczyty, poświęcone konkretnemu zagadnieniu z zakresu nauk prawnych, </w:t>
            </w:r>
            <w:r w:rsidRPr="0047586A">
              <w:rPr>
                <w:rFonts w:ascii="Corbel" w:hAnsi="Corbel"/>
                <w:b w:val="0"/>
                <w:smallCaps w:val="0"/>
                <w:szCs w:val="24"/>
              </w:rPr>
              <w:t>nauk o administracji,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ekonomicznych, politycznych oraz innych dyscyplin naukowych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EK-12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potrafi, uczestnicząc w dyskusji merytorycznie argumentować oraz prawidłowo formułować wnioski, a także rozstrzygać o zaistniałych problemach 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ma świadomość posiadanej wiedzy i rozumie potrzebę dalszego kształcenia się i rozwoju zawodowego. Jest przygotowany do podjęcia studiów drugiego stopnia oraz podnoszenia kompetencji zawodowych, osobistych i społecznych 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wykazuje gotowość do podejmowania wyzwań zawodowych, wykazuje aktywność, trud oraz wytrwałość w realizacji indywidualnych i zespołowych działań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dziedzinie administracji publicznej, wykazuje odpowiedzialność przed współpracownikami oraz innymi członkami społeczeństwa</w:t>
            </w:r>
          </w:p>
        </w:tc>
        <w:tc>
          <w:tcPr>
            <w:tcW w:w="1873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zdania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posługuje się wiedzą z zakresu nauk o administracji oraz prawidłowo identyfikuje i rozstrzyga dylematy związane z wykonywaniem zawodu urzędnika administracji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umie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przygotować samodzielnie lub w grupie projekty społeczne i właściwie je uzasadnić 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uzupełniać i doskonalić nabyta wiedzę i umiejętności, korzystając z dostępnych źródeł w literaturze fachowej i technologii informacyjnych, posiada zdolność do pogłębiania wiedzy i nadążania za zmianami prawa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myśleć i działać w sposób przedsiębiorczy, jest kreatywny i elastyczny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CB1906" w:rsidRPr="009C54AE" w:rsidTr="0015115C">
        <w:tc>
          <w:tcPr>
            <w:tcW w:w="1701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6096" w:type="dxa"/>
          </w:tcPr>
          <w:p w:rsidR="00CB1906" w:rsidRPr="009C54AE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otwarty na nowe rozwiązania i argumenty dotyczące zagadnień administracyjno-prawnych oraz przygotowany do udziału w opracowaniu projektów społecznych, uwzględniając aspekty prawne, ekonomiczne i polityczne</w:t>
            </w:r>
          </w:p>
        </w:tc>
        <w:tc>
          <w:tcPr>
            <w:tcW w:w="1873" w:type="dxa"/>
          </w:tcPr>
          <w:p w:rsidR="00CB1906" w:rsidRDefault="00CB1906" w:rsidP="001511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7D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7D5E">
        <w:rPr>
          <w:rFonts w:ascii="Corbel" w:hAnsi="Corbel"/>
          <w:b/>
          <w:sz w:val="24"/>
          <w:szCs w:val="24"/>
        </w:rPr>
        <w:t>3.3</w:t>
      </w:r>
      <w:r w:rsidR="001D7B54" w:rsidRPr="00B57D5E">
        <w:rPr>
          <w:rFonts w:ascii="Corbel" w:hAnsi="Corbel"/>
          <w:b/>
          <w:sz w:val="24"/>
          <w:szCs w:val="24"/>
        </w:rPr>
        <w:t xml:space="preserve"> </w:t>
      </w:r>
      <w:r w:rsidR="0085747A" w:rsidRPr="00B57D5E">
        <w:rPr>
          <w:rFonts w:ascii="Corbel" w:hAnsi="Corbel"/>
          <w:b/>
          <w:sz w:val="24"/>
          <w:szCs w:val="24"/>
        </w:rPr>
        <w:t>T</w:t>
      </w:r>
      <w:r w:rsidR="001D7B54" w:rsidRPr="00B57D5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57D5E">
        <w:rPr>
          <w:rFonts w:ascii="Corbel" w:hAnsi="Corbel"/>
          <w:sz w:val="24"/>
          <w:szCs w:val="24"/>
        </w:rPr>
        <w:t xml:space="preserve">  </w:t>
      </w:r>
    </w:p>
    <w:p w:rsidR="0085747A" w:rsidRPr="00B57D5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7D5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57D5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7D5E" w:rsidTr="00FE6275">
        <w:tc>
          <w:tcPr>
            <w:tcW w:w="9520" w:type="dxa"/>
          </w:tcPr>
          <w:p w:rsidR="0085747A" w:rsidRPr="00B57D5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F257B" w:rsidP="00FF257B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 xml:space="preserve">Rozwój kierunków i nurtów badawczych nad administracją publiczną </w:t>
            </w:r>
          </w:p>
        </w:tc>
      </w:tr>
      <w:tr w:rsidR="00FF257B" w:rsidRPr="00B57D5E" w:rsidTr="00FE6275">
        <w:tc>
          <w:tcPr>
            <w:tcW w:w="9520" w:type="dxa"/>
          </w:tcPr>
          <w:p w:rsidR="00FF257B" w:rsidRPr="00B57D5E" w:rsidRDefault="00FF257B" w:rsidP="00FF257B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Nauka administracji jako dyscyplina naukowa, jej przedmiot, charakter i metody badawcze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47586A">
            <w:pPr>
              <w:pStyle w:val="Akapitzlist"/>
              <w:spacing w:after="0" w:line="240" w:lineRule="auto"/>
              <w:ind w:left="317" w:hanging="4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Struktury administracji publicznej: organy, urzędy, stosunki między organami, inne podmioty wykonujące funkcje administracji.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47586A">
            <w:pPr>
              <w:pStyle w:val="Akapitzlist"/>
              <w:spacing w:after="0" w:line="240" w:lineRule="auto"/>
              <w:ind w:left="317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Zagadnienia kierowania w administracji publicznej – pojęcie kierowania, środki oddziaływań kierowniczych, style kierowania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 xml:space="preserve">Procesy decyzyjne i procesy planowania w administracji publicznej 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Doradztwo w administracji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47586A">
            <w:pPr>
              <w:pStyle w:val="Akapitzlist"/>
              <w:spacing w:after="0" w:line="240" w:lineRule="auto"/>
              <w:ind w:left="317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Relacje pomiędzy administracją publiczną a obywatelami oraz innymi elementami jej otoczenia</w:t>
            </w:r>
          </w:p>
        </w:tc>
      </w:tr>
    </w:tbl>
    <w:p w:rsidR="0047586A" w:rsidRDefault="0047586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7586A" w:rsidRDefault="0047586A" w:rsidP="0047586A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47586A">
        <w:rPr>
          <w:rFonts w:ascii="Corbel" w:hAnsi="Corbel"/>
          <w:sz w:val="24"/>
          <w:szCs w:val="24"/>
        </w:rPr>
        <w:br w:type="column"/>
      </w:r>
      <w:r w:rsidR="0085747A" w:rsidRPr="0047586A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47586A">
        <w:rPr>
          <w:rFonts w:ascii="Corbel" w:hAnsi="Corbel"/>
          <w:sz w:val="24"/>
          <w:szCs w:val="24"/>
        </w:rPr>
        <w:t xml:space="preserve">, </w:t>
      </w:r>
      <w:r w:rsidR="0085747A" w:rsidRPr="0047586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57D5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7D5E" w:rsidTr="00FE6275">
        <w:tc>
          <w:tcPr>
            <w:tcW w:w="9520" w:type="dxa"/>
          </w:tcPr>
          <w:p w:rsidR="0085747A" w:rsidRPr="00B57D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57D5E" w:rsidTr="00FE6275">
        <w:tc>
          <w:tcPr>
            <w:tcW w:w="9520" w:type="dxa"/>
          </w:tcPr>
          <w:p w:rsidR="0085747A" w:rsidRPr="00B57D5E" w:rsidRDefault="00FE6275" w:rsidP="0047586A">
            <w:pPr>
              <w:pStyle w:val="Akapitzlist"/>
              <w:spacing w:after="0" w:line="240" w:lineRule="auto"/>
              <w:ind w:left="317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Czynniki kształtujące model administracji publicznej - uwarunkowania prawne i pozaprawne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Zadania administracji publicznej i współczesne tendencje ich przeobrażeń.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47586A">
            <w:pPr>
              <w:pStyle w:val="Akapitzlist"/>
              <w:spacing w:after="0" w:line="240" w:lineRule="auto"/>
              <w:ind w:left="317" w:hanging="4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Podstawowe zagadnienia organizacyjne - administracja publiczna jako szczególny rodzaj organizacji, czynniki systemowe organizacji administracji.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Kadry administracji publicznej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Kontrola administracji publicznej</w:t>
            </w:r>
          </w:p>
        </w:tc>
      </w:tr>
      <w:tr w:rsidR="00FE6275" w:rsidRPr="00B57D5E" w:rsidTr="00FE6275">
        <w:tc>
          <w:tcPr>
            <w:tcW w:w="9520" w:type="dxa"/>
          </w:tcPr>
          <w:p w:rsidR="00FE6275" w:rsidRPr="00B57D5E" w:rsidRDefault="00FE6275" w:rsidP="00FE6275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Administracja elektroniczna</w:t>
            </w:r>
          </w:p>
        </w:tc>
      </w:tr>
    </w:tbl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57D5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>3.4 Metody dydaktyczne</w:t>
      </w:r>
      <w:r w:rsidRPr="00B57D5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6275" w:rsidRPr="00B57D5E" w:rsidRDefault="00FE6275" w:rsidP="00FE6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7D5E">
        <w:rPr>
          <w:rFonts w:ascii="Corbel" w:hAnsi="Corbel"/>
          <w:b w:val="0"/>
          <w:smallCaps w:val="0"/>
          <w:szCs w:val="24"/>
        </w:rPr>
        <w:t>Wykład problemowy, wykład z prezentacją multimedialną, wykład aktywizujący</w:t>
      </w:r>
    </w:p>
    <w:p w:rsidR="00FE6275" w:rsidRPr="00B57D5E" w:rsidRDefault="00FE6275" w:rsidP="00FE627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7D5E">
        <w:rPr>
          <w:rFonts w:ascii="Corbel" w:hAnsi="Corbel"/>
          <w:b w:val="0"/>
          <w:smallCaps w:val="0"/>
          <w:szCs w:val="24"/>
        </w:rPr>
        <w:t>Ćwiczenia – analiza tekstów z dyskusją, metody pracy grupowej, referaty i wystąpienia, rozwiązywanie zadań.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7D5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 xml:space="preserve">4. </w:t>
      </w:r>
      <w:r w:rsidR="0085747A" w:rsidRPr="00B57D5E">
        <w:rPr>
          <w:rFonts w:ascii="Corbel" w:hAnsi="Corbel"/>
          <w:smallCaps w:val="0"/>
          <w:szCs w:val="24"/>
        </w:rPr>
        <w:t>METODY I KRYTERIA OCENY</w:t>
      </w:r>
      <w:r w:rsidR="009F4610" w:rsidRPr="00B57D5E">
        <w:rPr>
          <w:rFonts w:ascii="Corbel" w:hAnsi="Corbel"/>
          <w:smallCaps w:val="0"/>
          <w:szCs w:val="24"/>
        </w:rPr>
        <w:t xml:space="preserve"> </w:t>
      </w:r>
    </w:p>
    <w:p w:rsidR="00923D7D" w:rsidRPr="00B57D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57D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57D5E">
        <w:rPr>
          <w:rFonts w:ascii="Corbel" w:hAnsi="Corbel"/>
          <w:smallCaps w:val="0"/>
          <w:szCs w:val="24"/>
        </w:rPr>
        <w:t>uczenia się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D167A" w:rsidRPr="009C54AE" w:rsidTr="008B3AB4">
        <w:tc>
          <w:tcPr>
            <w:tcW w:w="1985" w:type="dxa"/>
            <w:vAlign w:val="center"/>
          </w:tcPr>
          <w:p w:rsidR="00DD167A" w:rsidRPr="009C54AE" w:rsidRDefault="00DD167A" w:rsidP="008B3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D167A" w:rsidRPr="009C54AE" w:rsidRDefault="00DD167A" w:rsidP="008B3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758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DD167A" w:rsidRPr="009C54AE" w:rsidRDefault="00DD167A" w:rsidP="008B3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D167A" w:rsidRPr="009C54AE" w:rsidRDefault="00DD167A" w:rsidP="008B3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D167A" w:rsidRPr="009C54AE" w:rsidRDefault="00DD167A" w:rsidP="008B3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Pr="009C54AE" w:rsidRDefault="0047586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DD16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D167A" w:rsidRPr="0080783D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783D"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D167A" w:rsidRPr="0080783D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D167A" w:rsidRPr="0080783D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w.,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D167A" w:rsidRPr="0080783D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D167A" w:rsidRPr="0080783D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Pr="009C54AE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w. ćw.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w.ćw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D167A" w:rsidRPr="009C54AE" w:rsidTr="008B3AB4">
        <w:tc>
          <w:tcPr>
            <w:tcW w:w="1985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EK_20</w:t>
            </w:r>
          </w:p>
        </w:tc>
        <w:tc>
          <w:tcPr>
            <w:tcW w:w="5528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167A" w:rsidRDefault="00DD167A" w:rsidP="008B3A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w.ćw</w:t>
            </w:r>
            <w:proofErr w:type="spellEnd"/>
          </w:p>
        </w:tc>
      </w:tr>
    </w:tbl>
    <w:p w:rsidR="00923D7D" w:rsidRPr="00B57D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586A" w:rsidRDefault="004758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B57D5E" w:rsidRDefault="004758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B57D5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57D5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57D5E">
        <w:rPr>
          <w:rFonts w:ascii="Corbel" w:hAnsi="Corbel"/>
          <w:smallCaps w:val="0"/>
          <w:szCs w:val="24"/>
        </w:rPr>
        <w:t xml:space="preserve"> </w:t>
      </w:r>
    </w:p>
    <w:p w:rsidR="00923D7D" w:rsidRPr="00B57D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57D5E" w:rsidTr="00923D7D">
        <w:tc>
          <w:tcPr>
            <w:tcW w:w="9670" w:type="dxa"/>
          </w:tcPr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zaliczenia ćwiczeń oraz uzyskanie pozytywnej oceny z egzaminu końcowego w formie pisemnej. Pozytywna ocena oznacza uzyskanie 50% możliwych punktów ze wszystkich możliwych.</w:t>
            </w: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Warunkiem zaliczenia ćwiczeń jest uzyskanie pozytywnej oceny na zaliczenie, na którą składa się obecność w zajęciach, przygotowanie zadanych prac pisemnych oraz pozytywna ocena z końcowego kolokwium (pisemne/ustne).</w:t>
            </w:r>
          </w:p>
          <w:p w:rsidR="00923D7D" w:rsidRPr="00B57D5E" w:rsidRDefault="00FE62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Kryteriami oceny są : kompletność wypowiedzi, aktualna wiedza, właściwa terminologia</w:t>
            </w:r>
            <w:r w:rsidR="003101C1" w:rsidRPr="00B57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B5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57D5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7D5E">
        <w:rPr>
          <w:rFonts w:ascii="Corbel" w:hAnsi="Corbel"/>
          <w:b/>
          <w:sz w:val="24"/>
          <w:szCs w:val="24"/>
        </w:rPr>
        <w:t xml:space="preserve">5. </w:t>
      </w:r>
      <w:r w:rsidR="00C61DC5" w:rsidRPr="00B57D5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57D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57D5E" w:rsidTr="003E1941">
        <w:tc>
          <w:tcPr>
            <w:tcW w:w="4962" w:type="dxa"/>
            <w:vAlign w:val="center"/>
          </w:tcPr>
          <w:p w:rsidR="0085747A" w:rsidRPr="00B5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7D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57D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57D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57D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7D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57D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57D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57D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57D5E" w:rsidTr="00923D7D">
        <w:tc>
          <w:tcPr>
            <w:tcW w:w="4962" w:type="dxa"/>
          </w:tcPr>
          <w:p w:rsidR="0085747A" w:rsidRPr="00B5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G</w:t>
            </w:r>
            <w:r w:rsidR="0085747A" w:rsidRPr="00B57D5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7D5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7D5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7D5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7D5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4C6F6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57D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57D5E" w:rsidRDefault="00FE6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B57D5E" w:rsidTr="00923D7D">
        <w:tc>
          <w:tcPr>
            <w:tcW w:w="4962" w:type="dxa"/>
          </w:tcPr>
          <w:p w:rsidR="00C61DC5" w:rsidRPr="00B5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B5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57D5E" w:rsidRDefault="00FE6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B57D5E" w:rsidTr="00923D7D">
        <w:tc>
          <w:tcPr>
            <w:tcW w:w="4962" w:type="dxa"/>
          </w:tcPr>
          <w:p w:rsidR="0071620A" w:rsidRPr="00B5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57D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57D5E" w:rsidRDefault="00FE6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B57D5E" w:rsidTr="00923D7D">
        <w:tc>
          <w:tcPr>
            <w:tcW w:w="4962" w:type="dxa"/>
          </w:tcPr>
          <w:p w:rsidR="0085747A" w:rsidRPr="00B5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57D5E" w:rsidRDefault="00FE6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B57D5E" w:rsidTr="00923D7D">
        <w:tc>
          <w:tcPr>
            <w:tcW w:w="4962" w:type="dxa"/>
          </w:tcPr>
          <w:p w:rsidR="0085747A" w:rsidRPr="00B57D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7D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57D5E" w:rsidRDefault="00FE62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7D5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B57D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57D5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57D5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57D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57D5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 xml:space="preserve">6. </w:t>
      </w:r>
      <w:r w:rsidR="0085747A" w:rsidRPr="00B57D5E">
        <w:rPr>
          <w:rFonts w:ascii="Corbel" w:hAnsi="Corbel"/>
          <w:smallCaps w:val="0"/>
          <w:szCs w:val="24"/>
        </w:rPr>
        <w:t>PRAKTYKI ZAWODOWE W RAMACH PRZEDMIOTU</w:t>
      </w:r>
      <w:r w:rsidRPr="00B57D5E">
        <w:rPr>
          <w:rFonts w:ascii="Corbel" w:hAnsi="Corbel"/>
          <w:smallCaps w:val="0"/>
          <w:szCs w:val="24"/>
        </w:rPr>
        <w:t xml:space="preserve"> </w:t>
      </w:r>
    </w:p>
    <w:p w:rsidR="0085747A" w:rsidRPr="00B57D5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57D5E" w:rsidTr="0047586A">
        <w:trPr>
          <w:trHeight w:val="397"/>
        </w:trPr>
        <w:tc>
          <w:tcPr>
            <w:tcW w:w="3544" w:type="dxa"/>
          </w:tcPr>
          <w:p w:rsidR="0085747A" w:rsidRPr="00B5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57D5E" w:rsidRDefault="004758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57D5E" w:rsidTr="0047586A">
        <w:trPr>
          <w:trHeight w:val="397"/>
        </w:trPr>
        <w:tc>
          <w:tcPr>
            <w:tcW w:w="3544" w:type="dxa"/>
          </w:tcPr>
          <w:p w:rsidR="0085747A" w:rsidRPr="00B57D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57D5E" w:rsidRDefault="004758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57D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7D5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57D5E">
        <w:rPr>
          <w:rFonts w:ascii="Corbel" w:hAnsi="Corbel"/>
          <w:smallCaps w:val="0"/>
          <w:szCs w:val="24"/>
        </w:rPr>
        <w:t xml:space="preserve">7. </w:t>
      </w:r>
      <w:r w:rsidR="0085747A" w:rsidRPr="00B57D5E">
        <w:rPr>
          <w:rFonts w:ascii="Corbel" w:hAnsi="Corbel"/>
          <w:smallCaps w:val="0"/>
          <w:szCs w:val="24"/>
        </w:rPr>
        <w:t>LITERATURA</w:t>
      </w:r>
      <w:r w:rsidRPr="00B57D5E">
        <w:rPr>
          <w:rFonts w:ascii="Corbel" w:hAnsi="Corbel"/>
          <w:smallCaps w:val="0"/>
          <w:szCs w:val="24"/>
        </w:rPr>
        <w:t xml:space="preserve"> </w:t>
      </w:r>
    </w:p>
    <w:p w:rsidR="00675843" w:rsidRPr="00B57D5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E6275" w:rsidRPr="00B57D5E" w:rsidTr="0047586A">
        <w:trPr>
          <w:trHeight w:val="397"/>
        </w:trPr>
        <w:tc>
          <w:tcPr>
            <w:tcW w:w="7513" w:type="dxa"/>
          </w:tcPr>
          <w:p w:rsidR="00FE6275" w:rsidRDefault="00FE6275" w:rsidP="00FE627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586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7586A" w:rsidRPr="0047586A" w:rsidRDefault="0047586A" w:rsidP="00FE627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B57D5E">
              <w:rPr>
                <w:rFonts w:ascii="Corbel" w:hAnsi="Corbel"/>
                <w:b w:val="0"/>
                <w:smallCaps w:val="0"/>
                <w:szCs w:val="24"/>
              </w:rPr>
              <w:t>Leoński</w:t>
            </w:r>
            <w:proofErr w:type="spellEnd"/>
            <w:r w:rsidRPr="00B57D5E">
              <w:rPr>
                <w:rFonts w:ascii="Corbel" w:hAnsi="Corbel"/>
                <w:b w:val="0"/>
                <w:smallCaps w:val="0"/>
                <w:szCs w:val="24"/>
              </w:rPr>
              <w:t>, Nauka administracji, Warszawa 2010,</w:t>
            </w: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B57D5E">
              <w:rPr>
                <w:rFonts w:ascii="Corbel" w:hAnsi="Corbel"/>
                <w:b w:val="0"/>
                <w:smallCaps w:val="0"/>
                <w:szCs w:val="24"/>
              </w:rPr>
              <w:t>Błaś</w:t>
            </w:r>
            <w:proofErr w:type="spellEnd"/>
            <w:r w:rsidRPr="00B57D5E">
              <w:rPr>
                <w:rFonts w:ascii="Corbel" w:hAnsi="Corbel"/>
                <w:b w:val="0"/>
                <w:smallCaps w:val="0"/>
                <w:szCs w:val="24"/>
              </w:rPr>
              <w:t>, J. Boć, J. Jeżewski, Wrocław 2013</w:t>
            </w: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Łukasiewicz, Zarys nauki administracji, Warszawa 2007</w:t>
            </w:r>
          </w:p>
        </w:tc>
      </w:tr>
      <w:tr w:rsidR="00FE6275" w:rsidRPr="00B57D5E" w:rsidTr="0047586A">
        <w:trPr>
          <w:trHeight w:val="397"/>
        </w:trPr>
        <w:tc>
          <w:tcPr>
            <w:tcW w:w="7513" w:type="dxa"/>
          </w:tcPr>
          <w:p w:rsidR="00FE6275" w:rsidRDefault="00FE6275" w:rsidP="00FE627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586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7586A" w:rsidRPr="0047586A" w:rsidRDefault="0047586A" w:rsidP="00FE627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E6275" w:rsidRPr="00B57D5E" w:rsidRDefault="00FE6275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D5E">
              <w:rPr>
                <w:rFonts w:ascii="Corbel" w:hAnsi="Corbel"/>
                <w:b w:val="0"/>
                <w:smallCaps w:val="0"/>
                <w:szCs w:val="24"/>
              </w:rPr>
              <w:t>E. Knosala, Zarys nauki administracji, Warszawa 2010,</w:t>
            </w:r>
          </w:p>
          <w:p w:rsidR="00FE6275" w:rsidRPr="00857B0D" w:rsidRDefault="00857B0D" w:rsidP="00FE62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B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Hausner, Administracja publiczna, Warszawa 2017.</w:t>
            </w:r>
          </w:p>
        </w:tc>
      </w:tr>
    </w:tbl>
    <w:p w:rsidR="0085747A" w:rsidRPr="00B57D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7D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57D5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7D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57D5E" w:rsidSect="0047586A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D3C" w:rsidRDefault="00C76D3C" w:rsidP="00C16ABF">
      <w:pPr>
        <w:spacing w:after="0" w:line="240" w:lineRule="auto"/>
      </w:pPr>
      <w:r>
        <w:separator/>
      </w:r>
    </w:p>
  </w:endnote>
  <w:endnote w:type="continuationSeparator" w:id="0">
    <w:p w:rsidR="00C76D3C" w:rsidRDefault="00C76D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D3C" w:rsidRDefault="00C76D3C" w:rsidP="00C16ABF">
      <w:pPr>
        <w:spacing w:after="0" w:line="240" w:lineRule="auto"/>
      </w:pPr>
      <w:r>
        <w:separator/>
      </w:r>
    </w:p>
  </w:footnote>
  <w:footnote w:type="continuationSeparator" w:id="0">
    <w:p w:rsidR="00C76D3C" w:rsidRDefault="00C76D3C" w:rsidP="00C16ABF">
      <w:pPr>
        <w:spacing w:after="0" w:line="240" w:lineRule="auto"/>
      </w:pPr>
      <w:r>
        <w:continuationSeparator/>
      </w:r>
    </w:p>
  </w:footnote>
  <w:footnote w:id="1">
    <w:p w:rsidR="00CB1906" w:rsidRDefault="00CB1906" w:rsidP="00CB19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519"/>
    <w:rsid w:val="00070ED6"/>
    <w:rsid w:val="000742DC"/>
    <w:rsid w:val="00084C12"/>
    <w:rsid w:val="0009400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D6D"/>
    <w:rsid w:val="001A70D2"/>
    <w:rsid w:val="001C409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126"/>
    <w:rsid w:val="00291567"/>
    <w:rsid w:val="002A22BF"/>
    <w:rsid w:val="002A2389"/>
    <w:rsid w:val="002A671D"/>
    <w:rsid w:val="002B4D55"/>
    <w:rsid w:val="002B5EA0"/>
    <w:rsid w:val="002B6119"/>
    <w:rsid w:val="002C03B6"/>
    <w:rsid w:val="002C1F06"/>
    <w:rsid w:val="002D3375"/>
    <w:rsid w:val="002D73D4"/>
    <w:rsid w:val="002F02A3"/>
    <w:rsid w:val="002F4ABE"/>
    <w:rsid w:val="003018BA"/>
    <w:rsid w:val="0030395F"/>
    <w:rsid w:val="00305C92"/>
    <w:rsid w:val="003101C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7EA"/>
    <w:rsid w:val="003E2FE6"/>
    <w:rsid w:val="003E49D5"/>
    <w:rsid w:val="003F38C0"/>
    <w:rsid w:val="0041459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86A"/>
    <w:rsid w:val="0047598D"/>
    <w:rsid w:val="004840FD"/>
    <w:rsid w:val="00490F7D"/>
    <w:rsid w:val="00491678"/>
    <w:rsid w:val="004968E2"/>
    <w:rsid w:val="004A3EEA"/>
    <w:rsid w:val="004A4D1F"/>
    <w:rsid w:val="004C6F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6C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7F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5A1"/>
    <w:rsid w:val="007F4155"/>
    <w:rsid w:val="0081554D"/>
    <w:rsid w:val="0081707E"/>
    <w:rsid w:val="008449B3"/>
    <w:rsid w:val="0085747A"/>
    <w:rsid w:val="00857B0D"/>
    <w:rsid w:val="008801C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43A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7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A47"/>
    <w:rsid w:val="00B06142"/>
    <w:rsid w:val="00B135B1"/>
    <w:rsid w:val="00B3130B"/>
    <w:rsid w:val="00B40ADB"/>
    <w:rsid w:val="00B43B77"/>
    <w:rsid w:val="00B43E80"/>
    <w:rsid w:val="00B57D5E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C58"/>
    <w:rsid w:val="00C56036"/>
    <w:rsid w:val="00C61DC5"/>
    <w:rsid w:val="00C67E92"/>
    <w:rsid w:val="00C70A26"/>
    <w:rsid w:val="00C766DF"/>
    <w:rsid w:val="00C76D3C"/>
    <w:rsid w:val="00C94B98"/>
    <w:rsid w:val="00CA25E0"/>
    <w:rsid w:val="00CA2B96"/>
    <w:rsid w:val="00CA5089"/>
    <w:rsid w:val="00CB1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67A"/>
    <w:rsid w:val="00DE09C0"/>
    <w:rsid w:val="00DE4A14"/>
    <w:rsid w:val="00DF320D"/>
    <w:rsid w:val="00DF71C8"/>
    <w:rsid w:val="00E129B8"/>
    <w:rsid w:val="00E13D34"/>
    <w:rsid w:val="00E21E7D"/>
    <w:rsid w:val="00E22FBC"/>
    <w:rsid w:val="00E24BF5"/>
    <w:rsid w:val="00E25338"/>
    <w:rsid w:val="00E45DC9"/>
    <w:rsid w:val="00E51E44"/>
    <w:rsid w:val="00E63348"/>
    <w:rsid w:val="00E64F9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275"/>
    <w:rsid w:val="00FF016A"/>
    <w:rsid w:val="00FF1401"/>
    <w:rsid w:val="00FF257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D86A"/>
  <w15:docId w15:val="{71AF5460-1ED7-48E1-911A-54E6A911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84F4F-0360-479F-8EBE-BB57CF94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1724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2021-04-13T08:56:00Z</dcterms:created>
  <dcterms:modified xsi:type="dcterms:W3CDTF">2021-08-20T13:21:00Z</dcterms:modified>
</cp:coreProperties>
</file>